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F75CF" w14:textId="77777777" w:rsidR="006421C8" w:rsidRPr="006421C8" w:rsidRDefault="006421C8" w:rsidP="006421C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421C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SARS-CoV-2/human/USA/SRL_331818505/2021, complete genome</w:t>
      </w:r>
    </w:p>
    <w:p w14:paraId="29172AB1" w14:textId="77777777" w:rsidR="006421C8" w:rsidRPr="006421C8" w:rsidRDefault="006421C8" w:rsidP="006421C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t>GenBank: ON042406.1</w:t>
      </w:r>
    </w:p>
    <w:p w14:paraId="78CD8D62" w14:textId="77777777" w:rsidR="006421C8" w:rsidRPr="006421C8" w:rsidRDefault="006421C8" w:rsidP="006421C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"https://www.ncbi.nlm.nih.gov/nuccore/ON042406.1?report=fasta" </w:instrText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21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"https://www.ncbi.nlm.nih.gov/nuccore/ON042406.1?report=graph" </w:instrText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21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42406.1"/>
    <w:bookmarkEnd w:id="1"/>
    <w:p w14:paraId="00B5EB95" w14:textId="77777777" w:rsidR="006421C8" w:rsidRPr="006421C8" w:rsidRDefault="006421C8" w:rsidP="006421C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"https://www.ncbi.nlm.nih.gov/nuccore/ON042406.1" \l "goto2210668087_0" </w:instrText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21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421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E1B53B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LOCUS       ON042406               29723 bp    RNA     linear   VRL 22-MAR-2022</w:t>
      </w:r>
    </w:p>
    <w:p w14:paraId="5967BA9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B6D5A9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SARS-CoV-2/human/USA/SRL_331818505/2021, complete genome.</w:t>
      </w:r>
    </w:p>
    <w:p w14:paraId="2D392DB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ACCESSION   ON042406</w:t>
      </w:r>
    </w:p>
    <w:p w14:paraId="059CB89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VERSION     ON042406.1</w:t>
      </w:r>
    </w:p>
    <w:p w14:paraId="6862B8F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E5EF7C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C55816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518DD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EBBCA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55BFB1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BC4E7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29723)</w:t>
      </w:r>
    </w:p>
    <w:p w14:paraId="571AEC0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Moller,R., Maddula,K., Dhakal,B., Woody,J., Lahey,C. and Pizarek,E.</w:t>
      </w:r>
    </w:p>
    <w:p w14:paraId="3EDE406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Sonic Reference Laboratory</w:t>
      </w:r>
    </w:p>
    <w:p w14:paraId="6F59AA8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DEFC1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29723)</w:t>
      </w:r>
    </w:p>
    <w:p w14:paraId="51D4B34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Dhakal,B., Dominguez,E., Talley,A., Woody,J., Lahey,C. and</w:t>
      </w:r>
    </w:p>
    <w:p w14:paraId="67EF53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Pizarek,E.</w:t>
      </w:r>
    </w:p>
    <w:p w14:paraId="6369473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DD29F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(22-MAR-2022) Molecular, Sonic Reference Lab, 3800 Quick</w:t>
      </w:r>
    </w:p>
    <w:p w14:paraId="37A0030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Hill Rd. Bld. 3, Suite 101, Austin, TX 78728, USA</w:t>
      </w:r>
    </w:p>
    <w:p w14:paraId="10A03D7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42406.1"/>
      <w:bookmarkStart w:id="3" w:name="feature_ON042406.1"/>
      <w:bookmarkEnd w:id="2"/>
      <w:bookmarkEnd w:id="3"/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63D57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1..29723</w:t>
      </w:r>
    </w:p>
    <w:p w14:paraId="070186D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9E67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7EB11B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0132D5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/isolate="SARS-CoV-2/human/USA/SRL_331818505/2021"</w:t>
      </w:r>
    </w:p>
    <w:p w14:paraId="0ABF1B4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0854C6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CFEED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MS"</w:t>
      </w:r>
    </w:p>
    <w:p w14:paraId="6809B00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/collection_date="2021-12-31"</w:t>
      </w:r>
    </w:p>
    <w:p w14:paraId="56B1D56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"https://www.ncbi.nlm.nih.gov/nuccore/ON042406.1?from=220&amp;to=21497"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220..21497</w:t>
      </w:r>
    </w:p>
    <w:p w14:paraId="7F53BA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474D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"https://www.ncbi.nlm.nih.gov/nuccore/ON042406.1?location=220:13410,13410:21497"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join(220..13410,13410..21497)</w:t>
      </w:r>
    </w:p>
    <w:p w14:paraId="5973641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D406E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31A5E8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A9563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C5DF29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"https://www.ncbi.nlm.nih.gov/protein/2210668088"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UNO57687.1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2F9C6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904C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6C160E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AED51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3160B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2574CE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A2D20C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04ECE8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A56DEC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1AD2CD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9D346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8F1260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4C61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B3D14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14FCF1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DC7E0A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02047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73147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E5DA8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FD1BB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DYIATNGPLKVGGSCVLSGHNLAKHCLHVVGPNVNXXEDIQLLKSAYENFNQHEVLLA</w:t>
      </w:r>
    </w:p>
    <w:p w14:paraId="061D684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135CD4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811B93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AFB86A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E6A023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3E31B3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98124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7020CF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B7BA7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7A430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6B03F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8313A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951AF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237A1B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B4491C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0982E2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930030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F13AD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E6A80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C607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0DA4C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77744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B4D00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49CE57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21C196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B06E14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1FD335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A8571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A2110A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1898D1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4F6C0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936DB0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87E931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ADD752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CE441E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BC1ABA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FE363C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17702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DB595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A3AF87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359D98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8FBA92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995EA9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7560C4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B21128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ED1652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221FF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D5980E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DB2486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B9164C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3D3DE5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205845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8B334F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E0360B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2A116E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78F97DE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65EFD4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52763C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32BEB7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6F404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A52E50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92A4EE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723029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528081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BCA558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C3F343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FC21F1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52F36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F389CB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9E1AB3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173464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E5C336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22D3B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C5577C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TQLYLGGMSYYCKLHKPPISFPLCANGQVFGLYKNTCVGSDNVTDFNAIATCDWTNAG</w:t>
      </w:r>
    </w:p>
    <w:p w14:paraId="05E1543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06918B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AE6616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332767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1F898B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9076F4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D44327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C50998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B1EC6E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6C082B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263DD0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C225B7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D1C820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9B458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6A1BB1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593442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DABAF5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E7194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64DCBA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18A889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AA6777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F42316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96E168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1F6433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20A684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44E7B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1EC660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51413B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E45D54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815128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"https://www.ncbi.nlm.nih.gov/protein/UNO57687.1?from=1&amp;to=180"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1B740B2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B94C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E875E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"https://www.ncbi.nlm.nih.gov/protein/UNO57687.1?from=181&amp;to=818"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200116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BEF8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8E1A0B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"https://www.ncbi.nlm.nih.gov/protein/UNO57687.1?from=819&amp;to=2762"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2674..8505</w:t>
      </w:r>
    </w:p>
    <w:p w14:paraId="22DFFBB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8E79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769373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"https://www.ncbi.nlm.nih.gov/protein/UNO57687.1?from=2763&amp;to=3262"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6A78FF8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F5B6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930A5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"https://www.ncbi.nlm.nih.gov/protein/UNO57687.1?from=3263&amp;to=3568"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47015A3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FC8E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EFA16B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"https://www.ncbi.nlm.nih.gov/protein/UNO57687.1?from=3569&amp;to=3855"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7B47109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53AEE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6A4D3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"https://www.ncbi.nlm.nih.gov/protein/UNO57687.1?from=3856&amp;to=3938"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6A20AA0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274B6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8449C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"https://www.ncbi.nlm.nih.gov/protein/UNO57687.1?from=3939&amp;to=4136"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460EC98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560E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72A41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"https://www.ncbi.nlm.nih.gov/protein/UNO57687.1?from=4137&amp;to=4249"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170D754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8C86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B0C3C2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"https://www.ncbi.nlm.nih.gov/protein/UNO57687.1?from=4250&amp;to=4388"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5F6C9B6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1B1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5B1B9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"https://www.ncbi.nlm.nih.gov/protein/UNO57687.1?from=4389&amp;to=5320"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join(13384..13410,13410..16178)</w:t>
      </w:r>
    </w:p>
    <w:p w14:paraId="763E111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3C4F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548884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"https://www.ncbi.nlm.nih.gov/protein/UNO57687.1?from=5321&amp;to=5921"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16179..17981</w:t>
      </w:r>
    </w:p>
    <w:p w14:paraId="2AA012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00555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59D5E4A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"https://www.ncbi.nlm.nih.gov/protein/UNO57687.1?from=5922&amp;to=6448"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17982..19562</w:t>
      </w:r>
    </w:p>
    <w:p w14:paraId="7DB0FD6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56CF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62545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"https://www.ncbi.nlm.nih.gov/protein/UNO57687.1?from=6449&amp;to=6794"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19563..20600</w:t>
      </w:r>
    </w:p>
    <w:p w14:paraId="0249625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4DB4C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41D6A6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"https://www.ncbi.nlm.nih.gov/protein/UNO57687.1?from=6795&amp;to=7092"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20601..21494</w:t>
      </w:r>
    </w:p>
    <w:p w14:paraId="3788953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D0381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8059D0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"https://www.ncbi.nlm.nih.gov/nuccore/ON042406.1?from=220&amp;to=13425"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220..13425</w:t>
      </w:r>
    </w:p>
    <w:p w14:paraId="5A66165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411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BDF1F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5F861F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"https://www.ncbi.nlm.nih.gov/protein/2210668089"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UNO57688.1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D2A39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FDA721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5759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4034E7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E5C7E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33BEB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294B3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37BF7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FBA334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54EB20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10214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0D8F11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A4D7F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FE00F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77BC3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A7CD54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0E3D3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750151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45FB9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D1500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DYIATNGPLKVGGSCVLSGHNLAKHCLHVVGPNVNXXEDIQLLKSAYENFNQHEVLLA</w:t>
      </w:r>
    </w:p>
    <w:p w14:paraId="29F71E2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4C148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9BB995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CF7725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BE9EFC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A0C1B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A357A0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098317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69ADAB6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95186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D552F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DCFF7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41260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5C1A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6AEF2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66189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CB30A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F15520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FF994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4B5E81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196D77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2D3A5E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C913E7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B15BB5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BBFCE5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85C75F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E2656B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FD9064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3D328F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D83F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0FBEC2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B9F48F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C014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BD7107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49F2D7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9A0540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6C5291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4C59A2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BB7218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B8F33B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FBF688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D1A626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83DF55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F8ED7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7BB655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B2BBCC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7F5258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2ACCD8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56BEE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CE6FA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441CB63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C86FA7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143F16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6903F5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6DB381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3047C6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E253EA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5E1EDA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"https://www.ncbi.nlm.nih.gov/protein/UNO57688.1?from=1&amp;to=180"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776681C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D50A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5B509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"https://www.ncbi.nlm.nih.gov/protein/UNO57688.1?from=181&amp;to=818"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343050E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BAA4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DFED7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"https://www.ncbi.nlm.nih.gov/protein/UNO57688.1?from=819&amp;to=2762"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2674..8505</w:t>
      </w:r>
    </w:p>
    <w:p w14:paraId="3BA4A96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035B0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6C75B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"https://www.ncbi.nlm.nih.gov/protein/UNO57688.1?from=2763&amp;to=3262"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8506..10005</w:t>
      </w:r>
    </w:p>
    <w:p w14:paraId="79078C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99219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AB75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"https://www.ncbi.nlm.nih.gov/protein/UNO57688.1?from=3263&amp;to=3568"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10006..10923</w:t>
      </w:r>
    </w:p>
    <w:p w14:paraId="7ECF42E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72AF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48B18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"https://www.ncbi.nlm.nih.gov/protein/UNO57688.1?from=3569&amp;to=3855"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10924..11784</w:t>
      </w:r>
    </w:p>
    <w:p w14:paraId="00CF79D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2C37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917E3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"https://www.ncbi.nlm.nih.gov/protein/UNO57688.1?from=3856&amp;to=3938"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11785..12033</w:t>
      </w:r>
    </w:p>
    <w:p w14:paraId="31A36B4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57E8A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85F2C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"https://www.ncbi.nlm.nih.gov/protein/UNO57688.1?from=3939&amp;to=4136"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12034..12627</w:t>
      </w:r>
    </w:p>
    <w:p w14:paraId="45C0F7B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C25E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76395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"https://www.ncbi.nlm.nih.gov/protein/UNO57688.1?from=4137&amp;to=4249"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12628..12966</w:t>
      </w:r>
    </w:p>
    <w:p w14:paraId="5E82FAE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035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66CC9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"https://www.ncbi.nlm.nih.gov/protein/UNO57688.1?from=4250&amp;to=4388"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12967..13383</w:t>
      </w:r>
    </w:p>
    <w:p w14:paraId="0FC35A2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6664E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39F0D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"https://www.ncbi.nlm.nih.gov/protein/UNO57688.1?from=4389&amp;to=4401"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13384..13422</w:t>
      </w:r>
    </w:p>
    <w:p w14:paraId="04D9832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8822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AF5BA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"https://www.ncbi.nlm.nih.gov/nuccore/ON042406.1?from=13418&amp;to=13445"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13418..13445</w:t>
      </w:r>
    </w:p>
    <w:p w14:paraId="00058F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063BE7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8FF20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644700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"https://www.ncbi.nlm.nih.gov/nuccore/ON042406.1?from=13430&amp;to=13484"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13430..13484</w:t>
      </w:r>
    </w:p>
    <w:p w14:paraId="1A8A779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1A946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BCF8C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F9FF82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"https://www.ncbi.nlm.nih.gov/nuccore/ON042406.1?from=21505&amp;to=25317"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21505..25317</w:t>
      </w:r>
    </w:p>
    <w:p w14:paraId="1700BE0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87BB3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"https://www.ncbi.nlm.nih.gov/nuccore/ON042406.1?from=21505&amp;to=25317"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21505..25317</w:t>
      </w:r>
    </w:p>
    <w:p w14:paraId="7C24D8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C8C220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0319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CEB8B0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UNO57689.1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40836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CFDB86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C97DA7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8A44D0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22B40C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060360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606A0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73FEB4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A311B8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RLFRKSNLKPFERDISTEIYQAGNKPCNGVAGFNCYFPLRSYSFRPTNGVGHQPYRVV</w:t>
      </w:r>
    </w:p>
    <w:p w14:paraId="08FA71C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AEC71D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BD7C03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F69F0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640AD1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A3CE60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D518D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CBBF94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257EAA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1D1967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085CA2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7A987E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DD03A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85AA14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7EAD95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"https://www.ncbi.nlm.nih.gov/nuccore/ON042406.1?from=25326&amp;to=26153"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679FEA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E7431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"https://www.ncbi.nlm.nih.gov/nuccore/ON042406.1?from=25326&amp;to=26153"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4F06CB6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B5679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54B2E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1060ED1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"https://www.ncbi.nlm.nih.gov/protein/2210668091"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UNO57690.1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75422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A77E37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45DBAC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AD30B6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D69679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FB7679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"https://www.ncbi.nlm.nih.gov/nuccore/ON042406.1?from=26178&amp;to=26405"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1A0DE8F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2B029A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"https://www.ncbi.nlm.nih.gov/nuccore/ON042406.1?from=26178&amp;to=26405"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5B3A82D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B990F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FC774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377D2C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UNO57691.1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DCFD4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6EE15A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6C1F86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"https://www.ncbi.nlm.nih.gov/nuccore/ON042406.1?from=26456&amp;to=27124"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7A63FCC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8E666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"https://www.ncbi.nlm.nih.gov/nuccore/ON042406.1?from=26456&amp;to=27124"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69EA58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E5FD69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B7996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784A9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"https://www.ncbi.nlm.nih.gov/protein/2210668093"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UNO57692.1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5F171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605580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60DA38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44786B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707694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25DAF7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"https://www.ncbi.nlm.nih.gov/nuccore/ON042406.1?from=27135&amp;to=27320"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7F22362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E8598D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"https://www.ncbi.nlm.nih.gov/nuccore/ON042406.1?from=27135&amp;to=27320"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464656C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37C4A9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45659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B56D4D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"https://www.ncbi.nlm.nih.gov/protein/2210668094"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UNO57693.1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3093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B8CDE5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63B0B1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"https://www.ncbi.nlm.nih.gov/nuccore/ON042406.1?from=27327&amp;to=27692"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42248C5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29383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"https://www.ncbi.nlm.nih.gov/nuccore/ON042406.1?from=27327&amp;to=27692"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3B5EF99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59ACF2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090FA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79AB9F9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"https://www.ncbi.nlm.nih.gov/protein/2210668095"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UNO57694.1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1636B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73E538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D16AF8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A5930F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"https://www.ncbi.nlm.nih.gov/nuccore/ON042406.1?from=27689&amp;to=27820"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4AB9AE1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0592B3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"https://www.ncbi.nlm.nih.gov/nuccore/ON042406.1?from=27689&amp;to=27820"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07DC661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D44D97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57A00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DA2A7F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"https://www.ncbi.nlm.nih.gov/protein/2210668096"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UNO57695.1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12D23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117BB9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"https://www.ncbi.nlm.nih.gov/nuccore/ON042406.1?from=27827&amp;to=28192"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56842C1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79CCDA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"https://www.ncbi.nlm.nih.gov/nuccore/ON042406.1?from=27827&amp;to=28192"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4589F18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02D56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C1AD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431B1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"https://www.ncbi.nlm.nih.gov/protein/2210668097"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UNO57696.1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AFBA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615883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178F8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9EB11C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"https://www.ncbi.nlm.nih.gov/nuccore/ON042406.1?from=28207&amp;to=29457"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2A16CFC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82E954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"https://www.ncbi.nlm.nih.gov/nuccore/ON042406.1?from=28207&amp;to=29457"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3E21D2A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9A64C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8C43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92B517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UNO57697.1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E1D90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C502A0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A6A114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224F7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F31300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D0B4BB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5646B8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87E98F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BBE79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"https://www.ncbi.nlm.nih.gov/nuccore/ON042406.1?from=29482&amp;to=29598"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4556208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2A9D9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"https://www.ncbi.nlm.nih.gov/nuccore/ON042406.1?from=29482&amp;to=29598"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41EC1BF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FAC85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4E3E4F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5D3457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"https://www.ncbi.nlm.nih.gov/protein/2210668099"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UNO57698.1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1C1A5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22AE25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"https://www.ncbi.nlm.nih.gov/nuccore/ON042406.1?from=29533&amp;to=29568"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223A8EB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82755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6DBBF6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"https://www.ncbi.nlm.nih.gov/nuccore/ON042406.1?from=29553&amp;to=29581"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0749B7F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24574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73413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"https://www.ncbi.nlm.nih.gov/nuccore/ON042406.1?from=29652&amp;to=29692" </w:instrTex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21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63CED3D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0A2E7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49DE31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42406.1"/>
      <w:bookmarkEnd w:id="4"/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tctcttgtag atctgttctc taaacgaact ttaaaatctg tgtggctgtc actcggctgc</w:t>
      </w:r>
    </w:p>
    <w:p w14:paraId="481E83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atgcttagtg cactcacgca gtataattaa taactaatta ctgtcgttga caggacacga</w:t>
      </w:r>
    </w:p>
    <w:p w14:paraId="559A9B8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gtaactcgtc tatcttctgc aggctgctta cggtttcgtc cgtgttgcag ccgatcatca</w:t>
      </w:r>
    </w:p>
    <w:p w14:paraId="274C750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gcacatctag gttttgtccg ggtgtgaccg aaaggtaaga tggagagcct tgtccctggt</w:t>
      </w:r>
    </w:p>
    <w:p w14:paraId="3B31C31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ttcaacgaga aaacacacgt ccaactcagt ttgcctgttt tacaggttcg cgacgtgctc</w:t>
      </w:r>
    </w:p>
    <w:p w14:paraId="7F1527E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gtacgtggct ttggagactc cgtggaggag gtcttatcag aggcacgtca acatcttaaa</w:t>
      </w:r>
    </w:p>
    <w:p w14:paraId="69A7F89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gatggcactt gtggcttagt agaagttgaa aaaggcgttt tgcctcaact tgaacagccc</w:t>
      </w:r>
    </w:p>
    <w:p w14:paraId="6BF8C3D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tatgtgttca tcaaacgttc ggatgctcga actgcacctc atggtcatgt tatggttgag</w:t>
      </w:r>
    </w:p>
    <w:p w14:paraId="417E338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ctggtagcag aactcgaagg cattcagtac ggtcgtagtg gtgagacact tggtgtcctt</w:t>
      </w:r>
    </w:p>
    <w:p w14:paraId="218A7D0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gtccctcatg tgggcgaaat accagtggct taccgcaagg ttcttcttcg taagaacggt</w:t>
      </w:r>
    </w:p>
    <w:p w14:paraId="58EC6DD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aataaaggag ctggtggcca tagttacggc gccgatctaa agtcatttga cttaggcgac</w:t>
      </w:r>
    </w:p>
    <w:p w14:paraId="013E65D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gagcttggca ctgatcctta tgaagatttt caagaaaact ggaacactaa acatagcagt</w:t>
      </w:r>
    </w:p>
    <w:p w14:paraId="51D68ED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ggtgttaccc gtgaactcat gcgtgagctt aacggagggg catacactcg ctatgtcgat</w:t>
      </w:r>
    </w:p>
    <w:p w14:paraId="2F320FB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aacaacttct gtggccctga tggctaccct cttgagtgca ttaaagacct tctagcacgt</w:t>
      </w:r>
    </w:p>
    <w:p w14:paraId="2E90D2D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gctggtaaag cttcatgcac tttgtccgaa caactggact ttattgacac taagaggggt</w:t>
      </w:r>
    </w:p>
    <w:p w14:paraId="04F55E4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gtatactgct gccgtgaaca tgagcatgaa attgcttggt acacggaacg ttctgaaaag</w:t>
      </w:r>
    </w:p>
    <w:p w14:paraId="542E409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agctatgaat tgcagacacc ttttgaaatt aaattggcaa agaaatttga caccttcaat</w:t>
      </w:r>
    </w:p>
    <w:p w14:paraId="0D703A7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ggggaatgtc caaattttgt atttccctta aattccataa tcaagactat tcaaccaagg</w:t>
      </w:r>
    </w:p>
    <w:p w14:paraId="2580CD9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gttgaaaaga aaaagcttga tggctttatg ggtagaattc gatctgtcta tccagttgcg</w:t>
      </w:r>
    </w:p>
    <w:p w14:paraId="595CD1B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tcaccaaatg aatgcaacca aatgtgcctt tcaactctca tgaagtgtga tcattgtggt</w:t>
      </w:r>
    </w:p>
    <w:p w14:paraId="58E5E62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gaaacttcat ggcagacggg cgattttgtt aaagccactt gcgaattttg tggcactgag</w:t>
      </w:r>
    </w:p>
    <w:p w14:paraId="06BAE7A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aatttgacta aagaaggtgc cactacttgt ggttacttac cccaaaatgc tgttgttaaa</w:t>
      </w:r>
    </w:p>
    <w:p w14:paraId="4B5656E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atttattgtc cagcatgtca caattcagaa gtaggacctg agcatagtct tgccgaatac</w:t>
      </w:r>
    </w:p>
    <w:p w14:paraId="4A4F9B5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cataatgaat ctggcttgaa aaccattctt cgtaagggtg gtcgcactat tgcctttgga</w:t>
      </w:r>
    </w:p>
    <w:p w14:paraId="6B07AC9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ggctgtgtgt tctcttatgt tggttgccat aacaagtgtg cctattgggt tccacgtgct</w:t>
      </w:r>
    </w:p>
    <w:p w14:paraId="20747E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agcgctaaca taggttgtaa ccatacaggt gttgttggag aaggttccga aggtcttaat</w:t>
      </w:r>
    </w:p>
    <w:p w14:paraId="301D8C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gacaaccttc ttgaaatact ccaaaaagag aaagtcaaca tcaatattgt tggtgacttt</w:t>
      </w:r>
    </w:p>
    <w:p w14:paraId="7896F2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aaacttaatg aagagatcgc cattattttg gcatcttttt ctgcttccac aagtgctttt</w:t>
      </w:r>
    </w:p>
    <w:p w14:paraId="51DBA73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gtggaaactg tgaaaggttt ggattataaa gcattcaaac aaattgttga atcctgtggt</w:t>
      </w:r>
    </w:p>
    <w:p w14:paraId="72AB621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aattttaaag ttacaaaagg aaaagctaaa aaaggtgcct ggaatattgg tgaacagaaa</w:t>
      </w:r>
    </w:p>
    <w:p w14:paraId="33DFF10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tcaatactga gtcctcttta tgcatttgca tcagaggctg ctcgtgttgt acgatcaatt</w:t>
      </w:r>
    </w:p>
    <w:p w14:paraId="312DF14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ttctcccgca ctcttgaaac tgctcaaaat tctgtgcgtg ttttacagaa ggccgctata</w:t>
      </w:r>
    </w:p>
    <w:p w14:paraId="4A8F28C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acaatactag atggaatttc acagtattca ctgagactca ttgatgctat gatgttcaca</w:t>
      </w:r>
    </w:p>
    <w:p w14:paraId="711C6CA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tctgatttgg ctactaacaa tctagttgta atggcctaca ttacaggtgg tgttgttcag</w:t>
      </w:r>
    </w:p>
    <w:p w14:paraId="6A802C8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ttgacttcgc agtggctaac taacatcttt ggcactgttt atgaaaaact caaacccgtc</w:t>
      </w:r>
    </w:p>
    <w:p w14:paraId="5238772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cttgattggc ttgaagagaa gtttaaggaa ggtgtagagt ttcttagaga cggttgggaa</w:t>
      </w:r>
    </w:p>
    <w:p w14:paraId="5B3F092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attgttaaat ttatctcaac ctgtgcttgt gaaattgtcg gtggacaaat tgtcacctgt</w:t>
      </w:r>
    </w:p>
    <w:p w14:paraId="1C4EE0A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gcaaaggaaa ttaaggagag tgttcagaca ttctttaagc ttgtaaataa atttttggct</w:t>
      </w:r>
    </w:p>
    <w:p w14:paraId="190E3FF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ttgtgtgctg actctatcat tattggtgga gctaaactta aagccttgaa tttaggtgaa</w:t>
      </w:r>
    </w:p>
    <w:p w14:paraId="52B7B4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acatttgtca cgcactcaaa gggattgtac agaaagtgtg ttaaatccag agaagaaact</w:t>
      </w:r>
    </w:p>
    <w:p w14:paraId="6C82423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ggcctactca tgcctctaaa agctccaaaa gaaattatct tcttagaggg agaaacactt</w:t>
      </w:r>
    </w:p>
    <w:p w14:paraId="5C33115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cccacagaag tgttaacaga ggaagttgtc ttgaaaactg gtgatttaca accattagaa</w:t>
      </w:r>
    </w:p>
    <w:p w14:paraId="2E2E37D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caacctacta gtgaagctgt tgaagctcca ttggttggta caccagtttg tattaacggg</w:t>
      </w:r>
    </w:p>
    <w:p w14:paraId="3E1FF9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cttatgttgc tcgaaatcaa agacacagaa aagtactgtg cccttgcacc taatatgatg</w:t>
      </w:r>
    </w:p>
    <w:p w14:paraId="6BAB2D6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gtaacaaaca ataccttcac actcaaaggc ggtgcaccaa caaaggttac ttttggtgat</w:t>
      </w:r>
    </w:p>
    <w:p w14:paraId="20F89D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gacactgtga tagaagtgca aggttacaag agtgtgaata tcacttttga acttgatgaa</w:t>
      </w:r>
    </w:p>
    <w:p w14:paraId="7CB0F27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aggattgata aagtacttaa tgagaggtgc tctgcctata cagttgaact cggtacagaa</w:t>
      </w:r>
    </w:p>
    <w:p w14:paraId="2B53E77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gtaaatgagt tcgcctgtgt tgtggcagat gctgtcataa aaactttgca accagtatct</w:t>
      </w:r>
    </w:p>
    <w:p w14:paraId="4CE3F82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gaattactta caccactggg cattgattta gatgagtgga gtatggctac atactactta</w:t>
      </w:r>
    </w:p>
    <w:p w14:paraId="60B4D3C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tttgatgagt ctggtgagtt taaattggct tcacatatgt attgttcttt ttaccctcca</w:t>
      </w:r>
    </w:p>
    <w:p w14:paraId="142D55A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gatgaggatg aagaagaagg tgattgtgaa gaagaagagt ttgagccatc aactcaatat</w:t>
      </w:r>
    </w:p>
    <w:p w14:paraId="2A3CCC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gagtatggta ctgaagatga ttaccaaggt aaacctttgg aatttggtgc cacttctgct</w:t>
      </w:r>
    </w:p>
    <w:p w14:paraId="7982FCD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gctcttcaac ctgaagaaga gcaagaagaa gattggttag atgatgatag tcaacaaact</w:t>
      </w:r>
    </w:p>
    <w:p w14:paraId="312B12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gttggtcaac aagacggcag tgaggacaat cagacaacta ctattcaaac aattgttgag</w:t>
      </w:r>
    </w:p>
    <w:p w14:paraId="5C64762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gttcaacctc aattagagat ggaacttaca ccagttgttc agactattga agtgaatagt</w:t>
      </w:r>
    </w:p>
    <w:p w14:paraId="1515860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tttagtggtt atttaaaact tactgacaat gtatacatta aaaatgcaga cattgtggaa</w:t>
      </w:r>
    </w:p>
    <w:p w14:paraId="75C41F9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gaagctaaaa aggtaaaacc aacagtggtt gttaatgcag ccaatgttta ccttaaacat</w:t>
      </w:r>
    </w:p>
    <w:p w14:paraId="7FFD14F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ggaggaggtg ttgcaggagc cttaaataag gctactaaca atgccatgca agttgaatct</w:t>
      </w:r>
    </w:p>
    <w:p w14:paraId="2B1AF0A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gatgattaca tagctactaa tggaccactt aaagtgggtg gtagttgtgt tttaagcgga</w:t>
      </w:r>
    </w:p>
    <w:p w14:paraId="438FCA5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cacaatcttg ctaaacactg tcttcatgtt gtcggcccaa atgttaacan nnntgaagac</w:t>
      </w:r>
    </w:p>
    <w:p w14:paraId="7E51DC2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attcaacttc ttaagagtgc ttatgaaaat tttaatcagc acgaagttct acttgcacca</w:t>
      </w:r>
    </w:p>
    <w:p w14:paraId="25784DC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ttattatcag ctggtatttt tggtgctgac cctatacatt ctttaagagt ttgtgtagat</w:t>
      </w:r>
    </w:p>
    <w:p w14:paraId="134D151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actgttcgca caaatgtcta cttagctgtc tttgataaaa atctctatga caaacttgtt</w:t>
      </w:r>
    </w:p>
    <w:p w14:paraId="0F2E59D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tcaagctttt tggaaatgaa gagtgaaaag caagttgaac aaaagatcgc tgagattcct</w:t>
      </w:r>
    </w:p>
    <w:p w14:paraId="0038473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aaagaggaag ttaagccatt tataactgaa agtaaacctt cagttgaaca gagaaaacaa</w:t>
      </w:r>
    </w:p>
    <w:p w14:paraId="0A11143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gatgataaga aaatcaaagc ttgtgttgaa gaagttacaa caactctgga agaaactaag</w:t>
      </w:r>
    </w:p>
    <w:p w14:paraId="4C40AEB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ttcctcacag aaaacttgtt actttatatt gacattaatg gcaatcttca tccagattct</w:t>
      </w:r>
    </w:p>
    <w:p w14:paraId="687C521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gccactcttg ttagtgacat tgacatcact ttcttaaaga aagatgctcc atatatagtg</w:t>
      </w:r>
    </w:p>
    <w:p w14:paraId="0465BA7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ggtgatgttg ttcaagaggg tgttttaact gctgtggtta tacctactaa aaaggctggt</w:t>
      </w:r>
    </w:p>
    <w:p w14:paraId="4DAFEC2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ggcactactg aaatgctagc gaaagctttg agaaaagtgc caacagacaa ttatataacc</w:t>
      </w:r>
    </w:p>
    <w:p w14:paraId="710299F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acttacccgg gtcagggttt aaatggttac actgtagagg aggcaaagac agtgcttaaa</w:t>
      </w:r>
    </w:p>
    <w:p w14:paraId="0BD9426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aagtgtaaaa gtgcctttta cattctacca tctattatct ctaatgagaa gcaagaaatt</w:t>
      </w:r>
    </w:p>
    <w:p w14:paraId="28D4CF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cttggaactg tttcttggaa tttgcgagaa atgcttgcac atgcagaaga aacacgcaaa</w:t>
      </w:r>
    </w:p>
    <w:p w14:paraId="073753D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ttaatgcctg tctgtgtgga aactaaagcc atagtttcaa ctatacagcg taaatataag</w:t>
      </w:r>
    </w:p>
    <w:p w14:paraId="7097161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ggtattaaaa tacaagaggg tgtggttgat tatggtgcta gattttactt ttacaccagt</w:t>
      </w:r>
    </w:p>
    <w:p w14:paraId="6F36A3A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aaaacaactg tagcgtcact tatcaacaca cttaacgatc taaatgaaac tcttgttaca</w:t>
      </w:r>
    </w:p>
    <w:p w14:paraId="1E30315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atgccacttg gctatgtaac acatggctta aatttggaag aagctgctcg gtatatgaga</w:t>
      </w:r>
    </w:p>
    <w:p w14:paraId="39E1354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tctctcaaag tgccagctac agtttctgtt tcttcacctg atgctgttac agcgtataat</w:t>
      </w:r>
    </w:p>
    <w:p w14:paraId="0FC52B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ggttatctta cttcttcttc taaaacacct gaagaacatt ttattgaaac catctcactt</w:t>
      </w:r>
    </w:p>
    <w:p w14:paraId="1A2A3C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gctggttcct ataaagattg gtcctattct ggacaatcta cacaactagg tatagaattt</w:t>
      </w:r>
    </w:p>
    <w:p w14:paraId="6151B07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cttaagagag gtgataaaag tgtatattac actagtaatc ctaccacatt ccacctagat</w:t>
      </w:r>
    </w:p>
    <w:p w14:paraId="15EC272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ggtgaagtta tcacctttga caatcttaag acacttcttt ctttgagaga agtgaggact</w:t>
      </w:r>
    </w:p>
    <w:p w14:paraId="1FA65C5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attaaggtgt ttacaacagt agacaacatt aacctccaca cgcaagttgt ggacatgtca</w:t>
      </w:r>
    </w:p>
    <w:p w14:paraId="4C31E57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atgacatatg gacaacagtt tggtccaact tatttggatg gagctgatgt tactaaaata</w:t>
      </w:r>
    </w:p>
    <w:p w14:paraId="313C572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aaacctcata attcacatga aggtaaaaca ttttatgttt tacctaatga tgacactcta</w:t>
      </w:r>
    </w:p>
    <w:p w14:paraId="72E9307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cgtgttgagg cttttgagta ctaccacaca actgatccta gttttctggg taggtacatg</w:t>
      </w:r>
    </w:p>
    <w:p w14:paraId="76F60EC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tcagcattaa atcacactaa aaagtggaaa tacccacaag ttaatggttt aacttctatt</w:t>
      </w:r>
    </w:p>
    <w:p w14:paraId="58A149A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aaatgggcag ataacaactg ttatcttgcc actgcattgt taacactcca acaaatagag</w:t>
      </w:r>
    </w:p>
    <w:p w14:paraId="3E93340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ttgaagttta atccacctgc tctacaagat gcttattaca gagcaagggc tggtgaagcg</w:t>
      </w:r>
    </w:p>
    <w:p w14:paraId="3040D34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gctaactttt gtgcacttat cttagcctac tgtaataaga cagtaggtga gttaggtgat</w:t>
      </w:r>
    </w:p>
    <w:p w14:paraId="41F53A1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gttagagaaa caatgagtta cttgtttcaa catgccaatt tagattcttg caaaagagtc</w:t>
      </w:r>
    </w:p>
    <w:p w14:paraId="77C3014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ttgaacgtgg tgtgtaaaac ttgtggacaa cagcagacaa cccttaaggg tgtagaagct</w:t>
      </w:r>
    </w:p>
    <w:p w14:paraId="0F163C4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gttatgtaca tgggcacact ttcttatgaa caatttaaga aaggtgttca gataccttgt</w:t>
      </w:r>
    </w:p>
    <w:p w14:paraId="6313E82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acgtgtggta aacaagctac aaaatatcta gtacaacagg agtcaccttt tgttatgatg</w:t>
      </w:r>
    </w:p>
    <w:p w14:paraId="0DBF0BE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tcagcaccac ctgctcagta tgaacttaag catggtacat ttacttgtgc tagtgagtac</w:t>
      </w:r>
    </w:p>
    <w:p w14:paraId="753737B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actggtaatt accagtgtgg tcactataaa catataactt ctaaagaaac tttgtattgc</w:t>
      </w:r>
    </w:p>
    <w:p w14:paraId="626128D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atagacggtg ctttacttac aaagtcctca gaatacaaag gtcctattac ggatgttttc</w:t>
      </w:r>
    </w:p>
    <w:p w14:paraId="4467C2C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tacaaagaaa acagttacac aacaaccata aaaccagtta cttataaatt ggatggtgtt</w:t>
      </w:r>
    </w:p>
    <w:p w14:paraId="5BA71E0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gtttgtacag aaattgaccc taagttggac aattattata agaaagacaa ttcttatttc</w:t>
      </w:r>
    </w:p>
    <w:p w14:paraId="35371FE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acagagcaac caattgatct tgtaccaaac caaccatatc caaacgcaag cttcgataat</w:t>
      </w:r>
    </w:p>
    <w:p w14:paraId="1ECF86F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tttaagtttg tatgtgataa tatcaaattt gctgatgatt taaaccagtt aactggttat</w:t>
      </w:r>
    </w:p>
    <w:p w14:paraId="1A7A2F8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aagaaacctg cttcaagaga gcttaaagtt acatttttcc ctgacttaaa tggtgatgtg</w:t>
      </w:r>
    </w:p>
    <w:p w14:paraId="5C7D96B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gtggctattg attataaaca ctacacaccc tcttttaaga aaggagctaa attgttacat</w:t>
      </w:r>
    </w:p>
    <w:p w14:paraId="590CF54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aaacctattg tttggcatgt taacaatgca actaataaag ccacgtataa accaaatacc</w:t>
      </w:r>
    </w:p>
    <w:p w14:paraId="612A811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tggtgtatac gttgtctttg gagcacaaaa ccagttgaaa catcaaattc gtttgatgta</w:t>
      </w:r>
    </w:p>
    <w:p w14:paraId="36A7BA4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ctgaagtcag aggacgcgca gggaatggat aatcttgcct gcgaagatct aaaaccagtc</w:t>
      </w:r>
    </w:p>
    <w:p w14:paraId="5BA13A7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tctgaagaag tagtggaaaa tcctaccata cagaaagacg ttcttgagtg taatgtgaaa</w:t>
      </w:r>
    </w:p>
    <w:p w14:paraId="534C9B7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actaccgaag ttgtaggaga cattatactt aaaccagcaa ataatataaa aattacagaa</w:t>
      </w:r>
    </w:p>
    <w:p w14:paraId="3CF4A2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gaggttggcc acacagatct aatggctgct tatgtagaca attctagtct tactattaag</w:t>
      </w:r>
    </w:p>
    <w:p w14:paraId="0FFCC8E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aaacctaatg aattatctag agtattaggt ttgaaaaccc ttgctactca tggtttagct</w:t>
      </w:r>
    </w:p>
    <w:p w14:paraId="6FB3CB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gctgttaata gtgtcccttg ggatactata gctaattatg ctaagccttt tcttaacaaa</w:t>
      </w:r>
    </w:p>
    <w:p w14:paraId="5F85D92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gttgttagta caactactaa catagttaca cggtgtttaa accgtgtttg tactaattat</w:t>
      </w:r>
    </w:p>
    <w:p w14:paraId="2CE8B7B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atgccttatt tctttacttt attgctacaa ttgtgtactt ttactagaag tacaaattct</w:t>
      </w:r>
    </w:p>
    <w:p w14:paraId="76DC95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agaattaaag catctatgcc gactactata gcaaagaata ctgttaagag tgtcggtaaa</w:t>
      </w:r>
    </w:p>
    <w:p w14:paraId="0759E46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ttttgtctag aggcttcatt taattatttg aagtcaccta atttttctaa actgataaat</w:t>
      </w:r>
    </w:p>
    <w:p w14:paraId="1E9B128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attataattt ggtttttact attaagtgtt tgcctaggtt ctttaatcta ctcaaccgct</w:t>
      </w:r>
    </w:p>
    <w:p w14:paraId="3E220B0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gctttaggtg ttttaatgtc taatttaggc atgccttctt actgtactgg ttacagagaa</w:t>
      </w:r>
    </w:p>
    <w:p w14:paraId="3B0EB4E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ggctatttga actctactaa tgtcactatt gcaacctact gtactggttc tataccttgt</w:t>
      </w:r>
    </w:p>
    <w:p w14:paraId="3E400C0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agtgtttgtc ttagtggttt agattcttta gacacctatc cttctttaga aactatacaa</w:t>
      </w:r>
    </w:p>
    <w:p w14:paraId="3A1AC5F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attaccattt catcttttaa atgggattta actgcttttg gcttagttgc agagtggttt</w:t>
      </w:r>
    </w:p>
    <w:p w14:paraId="3029182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ttggcatata ttcttttcac taggtttttc tatgtacttg gattggctgc aatcatgcaa</w:t>
      </w:r>
    </w:p>
    <w:p w14:paraId="33915DD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ttgtttttca gctattttgc agtacatttt attagtaatt cttggcttat gtggttaata</w:t>
      </w:r>
    </w:p>
    <w:p w14:paraId="6AC93B9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attaatcttg tacaaatggc cccgatttca gctatggtta gaatgtacat cttctttgca</w:t>
      </w:r>
    </w:p>
    <w:p w14:paraId="44FF3AA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tcattttatt atgtatggaa aagttatgtg catgttgtag acggttgtaa ttcatcaact</w:t>
      </w:r>
    </w:p>
    <w:p w14:paraId="0E7A518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tgtatgatgt gttacaaacg taatagagca acaagagtcg aatgtacaac tattgttaat</w:t>
      </w:r>
    </w:p>
    <w:p w14:paraId="059612E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ggtgttagaa ggtcctttta tgtctatgct aatggaggta aaggcttttg caaactacac</w:t>
      </w:r>
    </w:p>
    <w:p w14:paraId="69606C4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aattggaatt gtgttaattg tgatacattc tgtgctggta gtacatttat tagtgatgaa</w:t>
      </w:r>
    </w:p>
    <w:p w14:paraId="3327C94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gttgcgagag acttgtcact acagtttaaa agaccaataa atcctactga ccagtcttct</w:t>
      </w:r>
    </w:p>
    <w:p w14:paraId="186058B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tacatcgttg atagtgttac agtgaagaat ggttccatcc atctttactt tgataaagct</w:t>
      </w:r>
    </w:p>
    <w:p w14:paraId="433854B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ggtcaaaaga cttatgaaag acattctctc tctcattttg ttaacttaga caacctgaga</w:t>
      </w:r>
    </w:p>
    <w:p w14:paraId="63171AC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gctaataaca ctaaaggttc attgcctatt aatgttatag tttttgatgg taaatcaaaa</w:t>
      </w:r>
    </w:p>
    <w:p w14:paraId="086BB29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tgtgaagaat catctgcaaa atcagcgtct gtttactaca gtcagcttat gtgtcaacct</w:t>
      </w:r>
    </w:p>
    <w:p w14:paraId="26AE2FD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atactgttac tagatcaggc attagtgtct gatgttggtg atagtgcgga agttgcagtt</w:t>
      </w:r>
    </w:p>
    <w:p w14:paraId="036DB8F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aaaatgtttg atgcttacgt taatacgttt tcatcaactt ttaacgtacc aatggaaaaa</w:t>
      </w:r>
    </w:p>
    <w:p w14:paraId="235E03F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ctcaaaacac tagttgcaac tgcagaagct gaacttgcaa agaatgtgtc cttagacaat</w:t>
      </w:r>
    </w:p>
    <w:p w14:paraId="68CA2C6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gtcttatcta cttttatttc agcagctcgg caagggtttg ttgattcaga tgtagaaact</w:t>
      </w:r>
    </w:p>
    <w:p w14:paraId="2F17902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aaagatgttg ttgaatgtct taaattgtca catcaatctg acatagaagt tactggcgat</w:t>
      </w:r>
    </w:p>
    <w:p w14:paraId="36018B8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agttgtaata actatatgct cacctataac aaagttgaaa acatgacacc ccgtgacctt</w:t>
      </w:r>
    </w:p>
    <w:p w14:paraId="745344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ggtgcttgta ttgactgtag tgcgcgtcat attaatgcgc aggtagcaaa aagtcacaac</w:t>
      </w:r>
    </w:p>
    <w:p w14:paraId="3985A54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attactttga tatggaacgt taaagatttc atgtcattgt ctgaacaact acgaaaacaa</w:t>
      </w:r>
    </w:p>
    <w:p w14:paraId="5723851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atacgtagtg ctgctaaaaa gaataactta ccttttaagt tgacatgtgc aactactaga</w:t>
      </w:r>
    </w:p>
    <w:p w14:paraId="08B4ADF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caagttgtta atgttgtaac aacaaagata gcacttaagg gtggtaaaat tgttaataat</w:t>
      </w:r>
    </w:p>
    <w:p w14:paraId="168215C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tggttgaagc agttaattaa agttacactt gtgttccttt ttgttgctgc tattttctat</w:t>
      </w:r>
    </w:p>
    <w:p w14:paraId="178A263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ttaataacac ctgttcatgt catgtctaaa catactgact tttcaagtga aatcatagga</w:t>
      </w:r>
    </w:p>
    <w:p w14:paraId="29EA062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tacaaggcta ttgatggtgg tgtcactcgt gacatagcat ctacagatac ttgttttgct</w:t>
      </w:r>
    </w:p>
    <w:p w14:paraId="11FA895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aacaaacatg ctgattttga cacatggttt agccagcgtg gtggtagtta tactaatgac</w:t>
      </w:r>
    </w:p>
    <w:p w14:paraId="5372B4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aaagcttgcc cattgattgc tgcagtcata acaagagaag tgggttttgt cgtgcctggt</w:t>
      </w:r>
    </w:p>
    <w:p w14:paraId="727154F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ttgcctggca cgatattacg cacaactaat ggtgactttt tgcatttctt acctagagtt</w:t>
      </w:r>
    </w:p>
    <w:p w14:paraId="00D4B10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tttagtgcag ttggtaacat ctgttacaca ccatcaaaac ttatagagta cactgacttt</w:t>
      </w:r>
    </w:p>
    <w:p w14:paraId="7A98A07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gcaacatcag cttgtgtttt ggctgctgaa tgtacaattt ttaaagatgc ttctggtaag</w:t>
      </w:r>
    </w:p>
    <w:p w14:paraId="4C514BF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ccagtaccat attgttatga taccaatgta ctagaaggtt ctgttgctta tgaaagttta</w:t>
      </w:r>
    </w:p>
    <w:p w14:paraId="65DC8B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cgccctgaca cacgttatgt gctcatggat ggctctatta ttcaatttcc taacacctac</w:t>
      </w:r>
    </w:p>
    <w:p w14:paraId="58D39FD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cttgaaggtt ctgttagagt ggtaacaact tttgattctg agtactgtag gcacggcact</w:t>
      </w:r>
    </w:p>
    <w:p w14:paraId="49A74C2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tgtgaaagat cagaagctgg tgtttgtgta tctactagtg gtagatgggt acttaacaat</w:t>
      </w:r>
    </w:p>
    <w:p w14:paraId="322045B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gattattaca gatctttacc aggagttttc tgtggtgtag atgctgtaaa tttacttact</w:t>
      </w:r>
    </w:p>
    <w:p w14:paraId="1B201C8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aatatgttta caccactaat tcaacctatt ggtgctttgg acatatcagc atctatagta</w:t>
      </w:r>
    </w:p>
    <w:p w14:paraId="39F3621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gctggtggta ttgtagctat cgtagtaaca tgccttgcct actattttat gaggtttaga</w:t>
      </w:r>
    </w:p>
    <w:p w14:paraId="4906567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agagcttttg gtgaatacag tcatgtagtt gcctttaata ctttactatt ccttatgtca</w:t>
      </w:r>
    </w:p>
    <w:p w14:paraId="133095E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ttcactgtac tctgtttaac accagtttac tcattcttac ctggtgttta ttctgttatt</w:t>
      </w:r>
    </w:p>
    <w:p w14:paraId="49F2D9D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tacttgtact tgacatttta tcttactaat gatgtttctt ttttagcaca tattcagtgg</w:t>
      </w:r>
    </w:p>
    <w:p w14:paraId="049BE5A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atggttatgt tcacaccttt agtacctttc tggataacaa ttgcttatat catttgtatt</w:t>
      </w:r>
    </w:p>
    <w:p w14:paraId="6BC6C5C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tccacaaagc atttctattg gttctttagt aattacctaa agagacgtgt agtctttaat</w:t>
      </w:r>
    </w:p>
    <w:p w14:paraId="439E82B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ggtgtttcct ttagtacttt tgaagaagct gcgctgtgca cctttttgtt aaataaagaa</w:t>
      </w:r>
    </w:p>
    <w:p w14:paraId="330A7AE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atgtatctaa agttgcgtag tgatgtgcta ttacctctta cgcaatataa tagatactta</w:t>
      </w:r>
    </w:p>
    <w:p w14:paraId="3418EAF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gctctttata ataagtacaa gtattttagt ggagcaatgg atacaactag ctacagagaa</w:t>
      </w:r>
    </w:p>
    <w:p w14:paraId="3AFC09A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gctgcttgtt gtcatctcgc aaaggctctc aatgacttca gtaactcagg ttctgatgtt</w:t>
      </w:r>
    </w:p>
    <w:p w14:paraId="720A734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ctttaccaac caccacaaat ctctatcacc tcagctgttt tgcagagtgg ttttagaaaa</w:t>
      </w:r>
    </w:p>
    <w:p w14:paraId="15F4519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atggcattcc catctggtaa agttgagggt tgtatggtac aagtaacttg tggtacaact</w:t>
      </w:r>
    </w:p>
    <w:p w14:paraId="58E9F02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acacttaacg gtctttggct tgatgacgta gtttactgtc caagacatgt gatctgcacc</w:t>
      </w:r>
    </w:p>
    <w:p w14:paraId="21AE14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tctgaagaca tgcttaaccc taattatgaa gatttactca ttcgtaagtc taatcataat</w:t>
      </w:r>
    </w:p>
    <w:p w14:paraId="2E5A3AE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ttcttggtac aggctggtaa tgttcaactc agggttattg gacattctat gcaaaattgt</w:t>
      </w:r>
    </w:p>
    <w:p w14:paraId="5691B42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gtacttaagc ttaaggttga tacagccaat cctaagacac ctaagtataa gtttgttcgc</w:t>
      </w:r>
    </w:p>
    <w:p w14:paraId="2EB879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attcaaccag gacagacttt ttcagtgtta gcttgttaca atggttcacc atctggtgtt</w:t>
      </w:r>
    </w:p>
    <w:p w14:paraId="7627A9E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taccaatgtg ctatgaggca caatttcact attaagggtt cattccttaa tggttcatgt</w:t>
      </w:r>
    </w:p>
    <w:p w14:paraId="6AAE4A4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ggtagtgttg gttttaacat agattatgac tgtgtctctt tttgttacat gcaccatatg</w:t>
      </w:r>
    </w:p>
    <w:p w14:paraId="3B65532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gaattaccaa ctggagttca tgctggcaca gacttagaag gtaactttta tggacctttt</w:t>
      </w:r>
    </w:p>
    <w:p w14:paraId="3933B73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gttgacaggc aaacagcaca agcagctggt acggacacaa ctattacagt taatgtttta</w:t>
      </w:r>
    </w:p>
    <w:p w14:paraId="10088DB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gcttggttgt acgctgctgt tataaatgga gacaggtggt ttctcaatcg atttaccaca</w:t>
      </w:r>
    </w:p>
    <w:p w14:paraId="3331DCC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actcttaatg actttaacct tgtggctatg aagtacaatt atgaacctct aacacaagac</w:t>
      </w:r>
    </w:p>
    <w:p w14:paraId="1AEEBD3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catgttgaca tactaggacc tctttctgct caaactggaa ttgccgtttt agatatgtgt</w:t>
      </w:r>
    </w:p>
    <w:p w14:paraId="53DCDBE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gcttcattaa aagaattact gcaaaatggt atgaatggac gtaccatatt gggtagtgct</w:t>
      </w:r>
    </w:p>
    <w:p w14:paraId="5AED750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ttattagaag atgaatttac accttttgat gttgttagac aatgctcagg tgttactttc</w:t>
      </w:r>
    </w:p>
    <w:p w14:paraId="62B053C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caaagtgcag tgaaaagaac aatcaagggt acacaccact ggttgttact cacaattttg</w:t>
      </w:r>
    </w:p>
    <w:p w14:paraId="218AF44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acttcacttt tagttttagt ccagagtact caatggtctt tgttcttttt tttgtatgaa</w:t>
      </w:r>
    </w:p>
    <w:p w14:paraId="6AC917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aatgcctttt taccttttgc tatgggtatt attgctatgt ctgcttttgc aatgatgttt</w:t>
      </w:r>
    </w:p>
    <w:p w14:paraId="3FA5403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gtcaaacata agcatgcatt tctctgtttg tttttgttac cttctcttgc cactgtagct</w:t>
      </w:r>
    </w:p>
    <w:p w14:paraId="419E64F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tattttaata tggtctatat gcctgctagt tgggtgatgc gtattatgac atggttggat</w:t>
      </w:r>
    </w:p>
    <w:p w14:paraId="7494146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atggttgata ctagttttaa gctaaaagac tgtgttatgt atgcatcagc tgtagtgtta</w:t>
      </w:r>
    </w:p>
    <w:p w14:paraId="6FE0520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ctaatcctta tgacagcaag aactgtgtat gatgatggtg ctaggagagt gtggacactt</w:t>
      </w:r>
    </w:p>
    <w:p w14:paraId="0BB75B1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atgaatgtct tgacactcgt ttataaagtt tattatggta atgctttaga tcaagccatt</w:t>
      </w:r>
    </w:p>
    <w:p w14:paraId="142F448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tccatgtggg ctcttataat ctctgttact tctaactact caggtgtagt tacaactgtc</w:t>
      </w:r>
    </w:p>
    <w:p w14:paraId="74648C1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atgtttttgg ccagaggtgt tgtttttatg tgtgttgagt attgccctat tttcttcata</w:t>
      </w:r>
    </w:p>
    <w:p w14:paraId="506020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actggtaata cacttcagtg tataatgcta gtttattgtt tcttaggcta tttttgtact</w:t>
      </w:r>
    </w:p>
    <w:p w14:paraId="12D1AB1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tgttactttg gcctcttttg tttactcaac cgctacttta gactgactct tggtgtttat</w:t>
      </w:r>
    </w:p>
    <w:p w14:paraId="109C837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gattacttag tttctacaca ggagtttaga tatatgaatt cacagggact actcccaccc</w:t>
      </w:r>
    </w:p>
    <w:p w14:paraId="5F6B5ED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aagaatagca tagatgcctt caaactcaac attaaattgt tgggtgttgg tggcaaacct</w:t>
      </w:r>
    </w:p>
    <w:p w14:paraId="3522415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tgtatcaaag tagccactgt acagtctaaa atgtcagatg taaagtgcac atcagtagtc</w:t>
      </w:r>
    </w:p>
    <w:p w14:paraId="7E30606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ttactctcag ttttgcaaca actcagagta gaatcatcat ctaaattgtg ggctcaatgt</w:t>
      </w:r>
    </w:p>
    <w:p w14:paraId="20EFD83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gtccagttac acaatgacat tctcttagct aaagatacta ctgaagcctt tgaaaaaatg</w:t>
      </w:r>
    </w:p>
    <w:p w14:paraId="2C468CD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gtttcactac tttctgtttt gctttccatg cagggtgctg tagacataaa caagctttgt</w:t>
      </w:r>
    </w:p>
    <w:p w14:paraId="2995422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gaagaaatgc tggacaacag ggcaacctta caagctatag cctcagagtt tagttccctt</w:t>
      </w:r>
    </w:p>
    <w:p w14:paraId="5E16F72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ccatcatatg cagcttttgc tactgctcaa gaagcttatg agcaggctgt tgctaatggt</w:t>
      </w:r>
    </w:p>
    <w:p w14:paraId="3213929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gattctgaag ttgttcttaa aaagttgaag aagtctttga atgtggctaa atctgaattt</w:t>
      </w:r>
    </w:p>
    <w:p w14:paraId="33EB906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gaccgtgatg cagccatgca acgtaagttg gaaaagatgg ctgatcaagc tatgacccaa</w:t>
      </w:r>
    </w:p>
    <w:p w14:paraId="6F0EDE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atgtataaac aggctagatc tgaggacaag agggcaaaag ttactagtgc tatgcagaca</w:t>
      </w:r>
    </w:p>
    <w:p w14:paraId="286DAD9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atgcttttca ctatgcttag aaagttggat aatgatgcac tcaacaacat tatcaacaat</w:t>
      </w:r>
    </w:p>
    <w:p w14:paraId="12A8C2C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gcaagagatg gttgtgttcc cttgaacata atacctctta caacagcagc caaactaatg</w:t>
      </w:r>
    </w:p>
    <w:p w14:paraId="6F455F7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gttgtcatac cagactataa cacatataaa aatacgtgtg atggtacaac atttacttat</w:t>
      </w:r>
    </w:p>
    <w:p w14:paraId="536BB51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gcatcagcat tgtgggaaat ccaacaggtt gtagatgcag atagtaaaat tgttcaactt</w:t>
      </w:r>
    </w:p>
    <w:p w14:paraId="660F060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agtgaaatta gtatggacaa ttcacctaat ttagcatggc ctcttattgt aacagcttta</w:t>
      </w:r>
    </w:p>
    <w:p w14:paraId="6966154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agggccaatt ctgctgtcaa attacagaat aatgagctta gtcctgttgc actacgacag</w:t>
      </w:r>
    </w:p>
    <w:p w14:paraId="0C4A1DA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atgtcttgtg ctgccggtac tacacaaact gcttgcactg atgacaatgc gttagcttac</w:t>
      </w:r>
    </w:p>
    <w:p w14:paraId="125F7A1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tacaacacaa caaagggagg taggtttgta cttgcactgt tatccgattt acaggatttg</w:t>
      </w:r>
    </w:p>
    <w:p w14:paraId="73DC6F1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aaatgggcta gattccctaa gagtgatgga actggtacta tctatacaga actggaacca</w:t>
      </w:r>
    </w:p>
    <w:p w14:paraId="6A9ECD4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ccttgtaggt ttgttacaga cacacctaaa ggtcctaaag tgaagtattt atactttatt</w:t>
      </w:r>
    </w:p>
    <w:p w14:paraId="6935E37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aaaggattaa acaacctaaa tagaggtatg gtacttggta gtttagctgc cacagtacgt</w:t>
      </w:r>
    </w:p>
    <w:p w14:paraId="536397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ctacaagctg gtaatgcaac agaagtgcct gccaattcaa ctgtattatc tttctgtgct</w:t>
      </w:r>
    </w:p>
    <w:p w14:paraId="2EBCE81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tttgctgtag atgctgctaa agcttacaaa gattatctag ctagtggggg acaaccaatc</w:t>
      </w:r>
    </w:p>
    <w:p w14:paraId="201F68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actaattgtg ttaagatgtt gtgtacacac actggtactg gtcaggcaat aacagtcaca</w:t>
      </w:r>
    </w:p>
    <w:p w14:paraId="7006787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ccggaagcca atatggatca agaatccttt ggtggtgcat cgtgttgtct gtactgccgt</w:t>
      </w:r>
    </w:p>
    <w:p w14:paraId="434958E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tgccacatag atcatccaaa tcctaaagga ttttgtgact taaaaggtaa gtatgtacaa</w:t>
      </w:r>
    </w:p>
    <w:p w14:paraId="6FE596A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atacctacaa cttgtgctaa tgaccctgtg ggttttacac ttaaaaacac agtctgtacc</w:t>
      </w:r>
    </w:p>
    <w:p w14:paraId="55D23A1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gtctgcggta tgtggaaagg ttatggctgt agttgtgatc aactccgcga acccatgctt</w:t>
      </w:r>
    </w:p>
    <w:p w14:paraId="7D0C97F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cagtcagctg atgcacaatc gtttttaaac gggtttgcgg tgtaagtgca gcccgtctta</w:t>
      </w:r>
    </w:p>
    <w:p w14:paraId="672FD83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caccgtgcgg cacaggcact agtactgatg tcgtatacag ggcttttgac atctacaatg</w:t>
      </w:r>
    </w:p>
    <w:p w14:paraId="3186BA6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ataaagtagc tggttttgct aaattcctaa aaactaattg ttgtcgcttc caagaaaagg</w:t>
      </w:r>
    </w:p>
    <w:p w14:paraId="18A8F38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acgaagatga caatttaatt gattcttact ttgtagttaa gagacacact ttctctaact</w:t>
      </w:r>
    </w:p>
    <w:p w14:paraId="249274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accaacatga agaaacaatt tataatttac ttaaggattg tccagctgtt gctaaacatg</w:t>
      </w:r>
    </w:p>
    <w:p w14:paraId="21920DE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acttctttaa gtttagaata gacggtgaca tggtaccaca tatatcacgt caacgtctta</w:t>
      </w:r>
    </w:p>
    <w:p w14:paraId="7B2B10B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ctaaatacac aatggcagac ctcgtctatg ctttaaggca ttttgatgaa ggtaattgtg</w:t>
      </w:r>
    </w:p>
    <w:p w14:paraId="3E2DC54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acacattaaa agaaatactt gtcacataca attgttgtga tgatgattat ttcaataaaa</w:t>
      </w:r>
    </w:p>
    <w:p w14:paraId="7CF60BA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aggactggta tgattttgta gaaaacccag atatattacg cgtatacgcc aacttaggtg</w:t>
      </w:r>
    </w:p>
    <w:p w14:paraId="062933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aacgtgtacg ccaagctttg ttaaaaacag tacaattctg tgatgccatg cgaaatgctg</w:t>
      </w:r>
    </w:p>
    <w:p w14:paraId="75B1189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gtattgttgg tgtactgaca ttagataatc aagatctcaa tggtaactgg tatgatttcg</w:t>
      </w:r>
    </w:p>
    <w:p w14:paraId="26094C6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gtgatttcat acaaaccacg ccaggtagtg gagttcctgt tgtagattct tattattcat</w:t>
      </w:r>
    </w:p>
    <w:p w14:paraId="4DC49C2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tgttaatgcc tatattaacc ttgaccaggg ctttaactgc agagtcacat gttgacactg</w:t>
      </w:r>
    </w:p>
    <w:p w14:paraId="0AA664E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acttaacaaa gccttacatt aagtgggatt tgttaaaata tgacttcacg gaagagaggt</w:t>
      </w:r>
    </w:p>
    <w:p w14:paraId="2C78926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taaaactctt tgaccgttat tttaaatatt gggatcagac ataccaccca aattgtgtta</w:t>
      </w:r>
    </w:p>
    <w:p w14:paraId="28957FF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actgtttgga tgacagatgc attctgcatt gtgcaaactt taatgtttta ttctctacag</w:t>
      </w:r>
    </w:p>
    <w:p w14:paraId="0A5BEF7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tgttcccact tacaagtttt ggaccactag tgagaaaaat atttgttgat ggtgttccat</w:t>
      </w:r>
    </w:p>
    <w:p w14:paraId="03FD966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ttgtagtttc aactggatac cacttcagag agctaggtgt tgtacataat caggatgtaa</w:t>
      </w:r>
    </w:p>
    <w:p w14:paraId="328074F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acttacatag ctctagactt agttttaagg aattacttgt gtatgctgct gaccctgcta</w:t>
      </w:r>
    </w:p>
    <w:p w14:paraId="051314E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tgcacgctgc ttctggtaat ctattactag ataaacgcac tacgtgcttt tcagtagctg</w:t>
      </w:r>
    </w:p>
    <w:p w14:paraId="4814884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cacttactaa caatgttgct tttcaaactg tcaaacccgg taattttaac aaagacttct</w:t>
      </w:r>
    </w:p>
    <w:p w14:paraId="56BBE5E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atgactttgc tgtgtctaag ggtttcttta aggaaggaag ttctgttgaa ttaaaacact</w:t>
      </w:r>
    </w:p>
    <w:p w14:paraId="016FA2E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tcttctttgc tcaggatggt aatgctgcta tcagcgatta tgactactat cgttataatc</w:t>
      </w:r>
    </w:p>
    <w:p w14:paraId="32C9B63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taccaacaat gtgtgatatc agacaactac tatttgtagt tgaagttgtt gataagtact</w:t>
      </w:r>
    </w:p>
    <w:p w14:paraId="7F6103B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ttgattgtta cgatggtggc tgtattaatg ctaaccaagt catcgtcaac aacctagaca</w:t>
      </w:r>
    </w:p>
    <w:p w14:paraId="47D8B31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aatcagctgg ttttccattt aataaatggg gtaaggctag actttattat gattcaatga</w:t>
      </w:r>
    </w:p>
    <w:p w14:paraId="5F5AC07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gttatgagga tcaagatgca cttttcgcat atacaaaacg taatgtcatc cctactataa</w:t>
      </w:r>
    </w:p>
    <w:p w14:paraId="3797340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ctcaaatgaa tcttaagtat gccattagtg caaagaatag agctcgcacc gtagctggtg</w:t>
      </w:r>
    </w:p>
    <w:p w14:paraId="3EB4E33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tctctatctg tagtactatg accaatagac agtttcatca aaaattattg aaatcaatag</w:t>
      </w:r>
    </w:p>
    <w:p w14:paraId="3C7D7E9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ccgccactag aggagctact gtagtaattg gaacaagcaa attctatggt ggttggcaca</w:t>
      </w:r>
    </w:p>
    <w:p w14:paraId="356D1C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atatgttaaa aactgtttat agtgatgtag aaaaccctca ccttatgggt tgggattatc</w:t>
      </w:r>
    </w:p>
    <w:p w14:paraId="35D8F77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ctaaatgtga tagagccatg cctaacatgc ttagaattat ggcctcactt gttcttgctc</w:t>
      </w:r>
    </w:p>
    <w:p w14:paraId="5F9B19B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gcaaacatac aacgtgttgt agcttgtcac accgtttcta tagattagct aatgagtgtg</w:t>
      </w:r>
    </w:p>
    <w:p w14:paraId="5C35D71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ctcaagtatt gagtgaaatg gtcatgtgtg gcggttcact atatgttaaa ccaggtggaa</w:t>
      </w:r>
    </w:p>
    <w:p w14:paraId="1888AEB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cctcatcagg agatgccaca actgcttatg ctaatagtgt ttttaacatt tgtcaagctg</w:t>
      </w:r>
    </w:p>
    <w:p w14:paraId="4EA3B93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tcacggccaa tgttaatgca cttttatcta ctgatggtaa caaaattgcc gataagtatg</w:t>
      </w:r>
    </w:p>
    <w:p w14:paraId="7A061E5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tccgcaattt acaacacaga ctttatgagt gtctctatag aaatagagat gttgacacag</w:t>
      </w:r>
    </w:p>
    <w:p w14:paraId="57C5FC5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actttgtgaa tgagttttac gcatatttgc gtaaacattt ctcaatgatg atactctctg</w:t>
      </w:r>
    </w:p>
    <w:p w14:paraId="616F6E3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acgatgctgt tgtgtgtttc aatagcactt atgcatctca aggtctagtg gctagcataa</w:t>
      </w:r>
    </w:p>
    <w:p w14:paraId="0AE3826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agaactttaa gtcagttctt tattatcaaa acaatgtttt tatgtctgaa gcaaaatgtt</w:t>
      </w:r>
    </w:p>
    <w:p w14:paraId="550D93A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ggactgagac tgaccttact aaaggacctc atgaattttg ctctcaacat acaatgctag</w:t>
      </w:r>
    </w:p>
    <w:p w14:paraId="04E5AA3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ttaaacaggg tgatgattat gtgtaccttc cttacccaga tccatcaaga atcctagggg</w:t>
      </w:r>
    </w:p>
    <w:p w14:paraId="79C0875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ccggctgttt tgtagatgat atcgtaaaaa cagatggtac acttatgatt gaacggttcg</w:t>
      </w:r>
    </w:p>
    <w:p w14:paraId="6A15737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tgtctttagc tatagatgct tacccactta ctaaacatcc taatcaggag tatgctgatg</w:t>
      </w:r>
    </w:p>
    <w:p w14:paraId="53FA97A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tctttcattt gtacttacaa tacataagaa agctacatga tgagttaaca ggacacatgt</w:t>
      </w:r>
    </w:p>
    <w:p w14:paraId="4F99E20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tagacatgta ttctgttatg cttactaatg ataacacttc aaggtattgg gaacctgagt</w:t>
      </w:r>
    </w:p>
    <w:p w14:paraId="5D81DF8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tttatgaggc tatgtacaca ccgcatacag tcttacaggc tgttggggct tgtgttcttt</w:t>
      </w:r>
    </w:p>
    <w:p w14:paraId="5A68C02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gcaattcaca gacttcatta agatgtggtg cttgcatacg tagaccattc ttatgttgta</w:t>
      </w:r>
    </w:p>
    <w:p w14:paraId="7FA0023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aatgctgtta cgaccatgtc atatcaacat cacataaatt agtcttgtct gttaatccgt</w:t>
      </w:r>
    </w:p>
    <w:p w14:paraId="3881C95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atgtttgcaa tgctccaggt tgtgatgtca cagatgtgac tcaactttac ttaggaggta</w:t>
      </w:r>
    </w:p>
    <w:p w14:paraId="661665B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tgagctatta ttgtaaatta cataaaccac ccattagttt tccattgtgt gctaatggac</w:t>
      </w:r>
    </w:p>
    <w:p w14:paraId="044956D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aagtttttgg tttatataaa aatacatgtg ttggtagcga taatgttact gactttaatg</w:t>
      </w:r>
    </w:p>
    <w:p w14:paraId="0C95D19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caattgcaac atgtgactgg acaaatgctg gtgattacat tttagctaac acctgtactg</w:t>
      </w:r>
    </w:p>
    <w:p w14:paraId="6A95A8D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aaagactcaa gctttttgca gcagaaacgc tcaaagctac tgaggagaca tttaaactgt</w:t>
      </w:r>
    </w:p>
    <w:p w14:paraId="0A7B92B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cttatggtat tgctactgta cgtgaagtgc tgtctgacag agaattacat ctttcatggg</w:t>
      </w:r>
    </w:p>
    <w:p w14:paraId="41B8DA1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aagttggtaa acctagacca ccacttaacc gaaattatgt ctttactggt tatcgtgtaa</w:t>
      </w:r>
    </w:p>
    <w:p w14:paraId="6B945D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ctaaaaacag taaagtacaa ataggagagt acacctttga aaaaggtgac tatggtgatg</w:t>
      </w:r>
    </w:p>
    <w:p w14:paraId="35D8D43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ctgttgttta ccgaggtaca acaacttaca aattaaatgt tggtgattat tttgtgctga</w:t>
      </w:r>
    </w:p>
    <w:p w14:paraId="5A51021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catcacatac agtaatgcca ttaagtgcac ctacactagt gccacaagag cactatgtta</w:t>
      </w:r>
    </w:p>
    <w:p w14:paraId="70C9FF3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gaattactgg cttataccca acactcaata tctcagatga gttttctagc aatgttgcaa</w:t>
      </w:r>
    </w:p>
    <w:p w14:paraId="105129D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attatcaaaa ggttggtatg caaaagtatt ctacactcca gggaccacct ggtactggta</w:t>
      </w:r>
    </w:p>
    <w:p w14:paraId="14BFDC6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agagtcattt tgctattggc ctagctctct actacccttc tgctcgcata gtgtatacag</w:t>
      </w:r>
    </w:p>
    <w:p w14:paraId="1F76279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cttgctctca tgccgctgtt gatgcactat gtgagaaggc attaaaatat ttgcctatag</w:t>
      </w:r>
    </w:p>
    <w:p w14:paraId="12D9A81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ataaatgtag tagaattata cctgcacgtg ctcgtgtaga gtgttttgat aaattcaaag</w:t>
      </w:r>
    </w:p>
    <w:p w14:paraId="43126B3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tgaattcaac attagaacag tatgtctttt gtactgtaaa tgcattgcct gagacgacag</w:t>
      </w:r>
    </w:p>
    <w:p w14:paraId="34A74C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cagatatagt tgtctttgat gaaatttcaa tggccacaaa ttatgatttg agtgttgtca</w:t>
      </w:r>
    </w:p>
    <w:p w14:paraId="11208E9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atgccagatt acgtgctaag cactatgtgt acattggcga ccctgctcaa ttacctgcac</w:t>
      </w:r>
    </w:p>
    <w:p w14:paraId="290A1ED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cacgcacatt gctaactaag ggcacactag aaccagaata tttcaattca gtgtgtagac</w:t>
      </w:r>
    </w:p>
    <w:p w14:paraId="044D6FC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ttatgaaaac tataggtcca gacatgttcc tcggaacttg tcggcgttgt cctgctgaaa</w:t>
      </w:r>
    </w:p>
    <w:p w14:paraId="29C6DB9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ttgttgacac tgtgagtgct ttggtttatg ataataagct taaagcacat aaagacaaat</w:t>
      </w:r>
    </w:p>
    <w:p w14:paraId="4CE2508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cagctcaatg ctttaaaatg ttttataagg gtgttatcac gcatgatgtt tcatctgcaa</w:t>
      </w:r>
    </w:p>
    <w:p w14:paraId="2138E2E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ttaacaggcc acaaataggc gtggtaagag aattccttac acgtaaccct gcttggagaa</w:t>
      </w:r>
    </w:p>
    <w:p w14:paraId="1E657BC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aagctgtctt tatttcacct tataattcac agaatgctgt agcctcaaag attttgggac</w:t>
      </w:r>
    </w:p>
    <w:p w14:paraId="364B570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taccaactca aactgttgat tcatcacagg gctcagaata tgactatgtc atattcactc</w:t>
      </w:r>
    </w:p>
    <w:p w14:paraId="0357063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aaaccactga aacagctcac tcttgtaatg taaacagatt taatgttgct attaccagag</w:t>
      </w:r>
    </w:p>
    <w:p w14:paraId="3C96D8F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caaaagtagg catactttgc ataatgtctg atagagacct ttatgacaag ttgcaattta</w:t>
      </w:r>
    </w:p>
    <w:p w14:paraId="020EDCF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caagtcttga aattccacgt aggaatgtgg caactttaca agctgaaaat gtaacaggac</w:t>
      </w:r>
    </w:p>
    <w:p w14:paraId="0F3FCA0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tctttaaaga ttgtagtaag gtaatcactg ggttacatcc tacacaggca cctacacacc</w:t>
      </w:r>
    </w:p>
    <w:p w14:paraId="1D35F6F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tcagtgttga cactaaattc aaaactgaag gtttatgtgt tgacgtacct ggcataccta</w:t>
      </w:r>
    </w:p>
    <w:p w14:paraId="3A4F2CD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aggacatgac ctatagaaga ctcatctcta tgatgggttt taaaatgaat tatcaagtta</w:t>
      </w:r>
    </w:p>
    <w:p w14:paraId="0A7894F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atggttaccc taacatgttt atcacccgcg aagaagctat aagacatgta cgtgcatgga</w:t>
      </w:r>
    </w:p>
    <w:p w14:paraId="4EF7A58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ttggcttcga tgtcgagggg tgtcatgcta ctagagaagc tgttggtacc aatttacctt</w:t>
      </w:r>
    </w:p>
    <w:p w14:paraId="0D9688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tacagctagg tttttctaca ggtgttaacc tagttgctgt acctacaggt tatgttgata</w:t>
      </w:r>
    </w:p>
    <w:p w14:paraId="630D1EB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cacctaataa tacagatttt tccagagtta gtgctaaacc accgcctgga gatcaattta</w:t>
      </w:r>
    </w:p>
    <w:p w14:paraId="09600E3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aacacctcat accacttatg tacaaaggac ttccttggaa tgtagtgcgt ataaagattg</w:t>
      </w:r>
    </w:p>
    <w:p w14:paraId="450D8B7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tacaaatgtt aagtgacaca cttaaaaatc tctctgacag agtcgtattt gtcttatggg</w:t>
      </w:r>
    </w:p>
    <w:p w14:paraId="33AB9B3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cacatggctt tgagttgaca tctatgaagt attttgtgaa aataggacct gagcgcacct</w:t>
      </w:r>
    </w:p>
    <w:p w14:paraId="596E37B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gttgtctatg tgatagacgt gccacatgct tttccactgc ttcagacact tatgcctgtt</w:t>
      </w:r>
    </w:p>
    <w:p w14:paraId="745B494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ggcatcattc tattggattt gattacgtct ataatccgtt tatgattgat gttcaacaat</w:t>
      </w:r>
    </w:p>
    <w:p w14:paraId="6D18248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ggggttttac aggtaaccta caaagcaacc atgatctgta ttgtcaagtc catggtaatg</w:t>
      </w:r>
    </w:p>
    <w:p w14:paraId="523E3E2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cacatgtagc tagttgtgat gcaatcatga ctaggtgtct agctgtccac gagtgctttg</w:t>
      </w:r>
    </w:p>
    <w:p w14:paraId="38E3931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ttaagcgtgt tgactggact attgaatatc ctataattgg tgatgaactg aagattaatg</w:t>
      </w:r>
    </w:p>
    <w:p w14:paraId="0D8FD92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cggcttgtag aaaggttcaa cacatggttg ttaaagctgc attattagca gacaaattcc</w:t>
      </w:r>
    </w:p>
    <w:p w14:paraId="6289FB7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cagttcttca cgacattggt aaccctaaag ctattaagtg tgtacctcaa gctgatgtag</w:t>
      </w:r>
    </w:p>
    <w:p w14:paraId="6281DA3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aatggaagtt ctatgatgca cagccttgta gtgacaaagc ttataaaata gaagaattat</w:t>
      </w:r>
    </w:p>
    <w:p w14:paraId="2A9CD70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tctattctta tgccacacat tctgacaaat tcacagatgg tgtatgccta ttttggaatt</w:t>
      </w:r>
    </w:p>
    <w:p w14:paraId="5DF2151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gcaatgtcga tagatatcct gctaattcca ttgtttgtag atttgacact agagtgctat</w:t>
      </w:r>
    </w:p>
    <w:p w14:paraId="2B1FDC4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ctaaccttaa cttgcctggt tgtgatggtg gcagtttgta tgtaaataaa catgcattcc</w:t>
      </w:r>
    </w:p>
    <w:p w14:paraId="0051C61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acacaccagc ttttgataaa agtgcttttg ttaatttaaa acaattacca tttttctatt</w:t>
      </w:r>
    </w:p>
    <w:p w14:paraId="5C2837D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actctgacag tccatgtgag tctcatggaa aacaagtagt gtcagatata gattatgtac</w:t>
      </w:r>
    </w:p>
    <w:p w14:paraId="0DF31FC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cactaaagtc tgctacgtgt ataacacgtt gcaatttagg tggtgctgtc tgtagacatc</w:t>
      </w:r>
    </w:p>
    <w:p w14:paraId="4315FF8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atgctaatga gtacagattg tatctcgatg cttataacat gatgatctca gctggcttta</w:t>
      </w:r>
    </w:p>
    <w:p w14:paraId="3DF81A9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gcttgtgggt ttacaaacaa tttgatactt ataacctctg gaacactttt acaagacttc</w:t>
      </w:r>
    </w:p>
    <w:p w14:paraId="72219A3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agagtttaga aaatgtggct tttaatgttg taaataaggg acactttgat ggacaacagg</w:t>
      </w:r>
    </w:p>
    <w:p w14:paraId="0E268ED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gtgaagtacc agtttctatc attaataaca ctgtttacac aaaagttgat ggtgttgatg</w:t>
      </w:r>
    </w:p>
    <w:p w14:paraId="7841C98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tagaattgtt tgaaaataaa acaacattac ctgttaatgt agcatttgag ctttgggcta</w:t>
      </w:r>
    </w:p>
    <w:p w14:paraId="0EDE406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agcgcaacat taaaccagta ccagaggtga aaatactcaa taatttgggt gtggacattg</w:t>
      </w:r>
    </w:p>
    <w:p w14:paraId="7F5A688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ctgctaatac tgtgatctgg gactacaaaa gagatgctcc agcacatata tctactattg</w:t>
      </w:r>
    </w:p>
    <w:p w14:paraId="4A69794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gtgtttgttc tatgactgac atagccaaga aaccaactga aacgatttgt gcaccactca</w:t>
      </w:r>
    </w:p>
    <w:p w14:paraId="4B5DAE0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ctgtcttttt tgatggtaga gttgatggtc aagtagactt atttagaaat gcccgtaatg</w:t>
      </w:r>
    </w:p>
    <w:p w14:paraId="63E9D5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gtgttcttat tacagaaggt agtgttaaag gtttacaacc atctgtaggt cccaaacaag</w:t>
      </w:r>
    </w:p>
    <w:p w14:paraId="1CBEC6F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ctagtcttaa tggagtcaca ttaattggag aagccgtaaa aacacagttc aattattata</w:t>
      </w:r>
    </w:p>
    <w:p w14:paraId="5DE3F4B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agaaagttga tggtgttgtc caacaattac ctgaaactta ctttactcag agtagaaatt</w:t>
      </w:r>
    </w:p>
    <w:p w14:paraId="0D2F8AB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tacaagaatt taaacccagg agtcaaatgg aaattgattt cttagaatta gctatggatg</w:t>
      </w:r>
    </w:p>
    <w:p w14:paraId="73E9427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aattcattga acggtataaa ttagaaggct atgccttcga acatatcgtt tatggagatt</w:t>
      </w:r>
    </w:p>
    <w:p w14:paraId="56A844C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ttagtcatag tcagttaggt ggtttacatc tactgattgg actagctaaa cgttttaagg</w:t>
      </w:r>
    </w:p>
    <w:p w14:paraId="10631C8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aatcaccttt tgaattagaa gattttattc ctatggacag tacagttaaa aactatttca</w:t>
      </w:r>
    </w:p>
    <w:p w14:paraId="454AFEAD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taacagatgc gcaaacaggt tcatctaagt gtgtgtgttc tgttattgat ttattacttg</w:t>
      </w:r>
    </w:p>
    <w:p w14:paraId="6919083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atgattttgt tgaaataata aaatcccaag atttatctgt agtttctaag gttgtcaaag</w:t>
      </w:r>
    </w:p>
    <w:p w14:paraId="005C156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tgactattga ctatacagaa atttcattta tgctttggtg taaagatggc catgtagaaa</w:t>
      </w:r>
    </w:p>
    <w:p w14:paraId="67ACA19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cattttaccc aaaattacaa tctagtcaag cgtggcaacc gggtgttgct atgcctaatc</w:t>
      </w:r>
    </w:p>
    <w:p w14:paraId="64C12E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tttacaaaat gcaaagaatg ctattagaaa agtgtgacct tcaaaattat ggtgatagtg</w:t>
      </w:r>
    </w:p>
    <w:p w14:paraId="62300EA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caacattacc taaaggcata atgatgaatg tcgcaaaata tactcaactg tgtcaatatt</w:t>
      </w:r>
    </w:p>
    <w:p w14:paraId="68AE2CB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taaacacatt aacattagct gtaccctata atatgagagt tatacatttt ggtgctggtt</w:t>
      </w:r>
    </w:p>
    <w:p w14:paraId="7CF6A72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ctgataaagg agttgcacca ggtacagctg ttttaagaca gtggttgcct acgggtacgc</w:t>
      </w:r>
    </w:p>
    <w:p w14:paraId="1D78276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tgcttgtcga ttcagatctt aatgactttg tctctgatgc agattcaact ttgattggtg</w:t>
      </w:r>
    </w:p>
    <w:p w14:paraId="258BEA1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attgtgcaac tgtacataca gctaataaat gggatctcat tattagtgat atgtacgacc</w:t>
      </w:r>
    </w:p>
    <w:p w14:paraId="03A0482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ctaagactaa aaatgttaca aaagaaaatg actctaaaga gggttttttc acttacattt</w:t>
      </w:r>
    </w:p>
    <w:p w14:paraId="36FBD05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gtgggtttat acaacaaaag ctagctcttg gaggttccgt ggctataaag ataacagaac</w:t>
      </w:r>
    </w:p>
    <w:p w14:paraId="75735AF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attcttggaa tgctgatctt tataagctca tgggacactt cgcatggtgg acagcctttg</w:t>
      </w:r>
    </w:p>
    <w:p w14:paraId="6576722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ttactaatgt gaatgcgtca tcatctgaag catttttaat tggatgtaat tatcttggca</w:t>
      </w:r>
    </w:p>
    <w:p w14:paraId="0C061EB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aaccacgcga acaaatagat ggttatgtca tgcatgcaaa ttacatattt tggaggaata</w:t>
      </w:r>
    </w:p>
    <w:p w14:paraId="61D4C5B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caaatccaat tcagttgtct tcctattctt tatttgacat gagtaaattt ccccttaaat</w:t>
      </w:r>
    </w:p>
    <w:p w14:paraId="3AB2E88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taaggggtac tgctgttatg tctttaaaag aaggtcaaat caatgatatg attttatctc</w:t>
      </w:r>
    </w:p>
    <w:p w14:paraId="7C8E9EE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ttcttagtaa aggtagactt ataattagag aaaacaacag agttgttatt tctagtgatg</w:t>
      </w:r>
    </w:p>
    <w:p w14:paraId="0674439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ttcttgttaa caactaaacg aacaatgttt gtttttcttg ttttattgcc actagtttct</w:t>
      </w:r>
    </w:p>
    <w:p w14:paraId="3552C39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agtcagtgtg ttaatcttac aaccagaact caattacccc ctgcatacac taattctttc</w:t>
      </w:r>
    </w:p>
    <w:p w14:paraId="432549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acacgtggtg tttattaccc tgacaaagtt ttcagatcct cagttttaca ttcaactcag</w:t>
      </w:r>
    </w:p>
    <w:p w14:paraId="088FD2B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gacttgttct tacctttctt ttccaatgtt acttggttcc atgttatctc tgggaccaat</w:t>
      </w:r>
    </w:p>
    <w:p w14:paraId="1092B29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ggtactaaga ggtttgataa ccctgtccta ccatttaatg atggtgttta ttttgcttcc</w:t>
      </w:r>
    </w:p>
    <w:p w14:paraId="66DACA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attgagaagt ctaacataat aagaggctgg atttttggta ctactttaga ttcgaagacc</w:t>
      </w:r>
    </w:p>
    <w:p w14:paraId="728974C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cagtccctac ttattgttaa taacgctact aatgttgtta ttaaagtctg tgaatttcaa</w:t>
      </w:r>
    </w:p>
    <w:p w14:paraId="1E52153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ttttgtaatg atccattttt ggaccacaaa aacaacaaaa gttggatgga aagtgagttc</w:t>
      </w:r>
    </w:p>
    <w:p w14:paraId="4E04C2D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agagtttatt ctagtgcgaa taattgcact tttgaatatg tctctcagcc ttttcttatg</w:t>
      </w:r>
    </w:p>
    <w:p w14:paraId="27B450A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gaccttgaag gaaaacaggg taatttcaaa aatcttaggg aatttgtgtt taagaatatt</w:t>
      </w:r>
    </w:p>
    <w:p w14:paraId="4B86211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gatggttatt ttaaaatata ttctaagcac acgcctatta tagtgcgtga gccagaagat</w:t>
      </w:r>
    </w:p>
    <w:p w14:paraId="73B0E2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63FC6B9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65B84CF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6A6D295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78D7123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6DE2C99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305D227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aaatttgcat ctgtttatgc ttggaacagg</w:t>
      </w:r>
    </w:p>
    <w:p w14:paraId="7FFF088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75F6840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0D33AC8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126E828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3491189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3D69BD5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1C90791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6D81FE5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ccactaatgg tgttggtcac caaccataca gagtagtagt actttctttt</w:t>
      </w:r>
    </w:p>
    <w:p w14:paraId="2F07E03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5C30B0C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52FBDC7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23450D2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2B16882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1A722B1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28EBF2E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7ED2C18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7656BBD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7872287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4E87179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2FA1359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569239C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42C033A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628B7B9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1C123B5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tcatttattg aagatctact tttcaacaaa gtgacacttg cagatgctgg cttcatcaaa</w:t>
      </w:r>
    </w:p>
    <w:p w14:paraId="027B0B0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45634C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0D74409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3FDE6D9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531F356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6F50EB2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0E59906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1D06A96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gttttaaatg atatcttttc acgtcttgac aaagttgagg ctgaagtgca aattgatagg</w:t>
      </w:r>
    </w:p>
    <w:p w14:paraId="239D74F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6A9BEE9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7B1CAA5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15BF87C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6FC88B5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7B97B08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055CE09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572028A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07C4E39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275CE06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311A2F4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5495934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09402A1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7D9B94A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54A21AB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69E7AEB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7827040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0BD1DD4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0D21CB5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6481F84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691EC6C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5CBCE4A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559DFB5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28C03CC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71E8880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00B6E69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03B9AA8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04D04EF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467349F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4FE93B3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41914AA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7DE9BFC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0B704B8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6E0F5B0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aggttccaac ggtactatta ccgttgaaga gcttaaaaag ctccttgaag aatggaacct</w:t>
      </w:r>
    </w:p>
    <w:p w14:paraId="5E24109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289CF37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283576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261E23E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6D54150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4DB8A68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3FD89CC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74031FB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ggacctgcct aaagaaatca ctgttgctac atcacgaacg ctttcttatt acaaattggg</w:t>
      </w:r>
    </w:p>
    <w:p w14:paraId="36E4636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72C661F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3FA97B7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63F1DD7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50CB082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1803E6A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68B38601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4A28B43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1695C83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0B2ECEF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1DC652D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5C64C0A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204053A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5ED657A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5FEE8D8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5DB802F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77562A1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3F99EA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0ECC0653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441B691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6A9B16A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5AC1F90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5E7CAB3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6FC10CA2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5C0E90C5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35D4C16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3E0BDB6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67ED534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16A1194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3D54432A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64A171D4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2098CE7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2135C67C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270C445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cgtactgcca ctaaagcata caatgtaaca caagctttcg gcagacgtgg tccagaacaa</w:t>
      </w:r>
    </w:p>
    <w:p w14:paraId="1CA56C8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114265F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3B4EA187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529787FE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1A48EDD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7AD957C0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7F084A3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7C15497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catgcagacc acacaaggca gatgggctat ataaacgttt tcgcttttcc gtttacgata</w:t>
      </w:r>
    </w:p>
    <w:p w14:paraId="57B17BA8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4EE1B2DF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439802DB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39B27056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</w:t>
      </w:r>
    </w:p>
    <w:p w14:paraId="0D8C78D9" w14:textId="77777777" w:rsidR="006421C8" w:rsidRPr="006421C8" w:rsidRDefault="006421C8" w:rsidP="00642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21C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496547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1C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421C8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24DE33"/>
  <w15:chartTrackingRefBased/>
  <w15:docId w15:val="{54C86666-A262-084F-AF94-81B977759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99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36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97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10712</Words>
  <Characters>61061</Characters>
  <Application>Microsoft Office Word</Application>
  <DocSecurity>0</DocSecurity>
  <Lines>508</Lines>
  <Paragraphs>143</Paragraphs>
  <ScaleCrop>false</ScaleCrop>
  <Company/>
  <LinksUpToDate>false</LinksUpToDate>
  <CharactersWithSpaces>71630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2023-02-02T09:10:00Z</dcterms:created>
  <dcterms:modified xsi:type="dcterms:W3CDTF">2023-02-02T09:11:00Z</dcterms:modified>
</cp:coreProperties>
</file>